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46E91E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605DA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1AE7C18C" w14:textId="1952C03B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121DA">
        <w:rPr>
          <w:rFonts w:ascii="Corbel" w:hAnsi="Corbel"/>
          <w:sz w:val="20"/>
          <w:szCs w:val="20"/>
        </w:rPr>
        <w:t>ok akademicki   202</w:t>
      </w:r>
      <w:r w:rsidR="00F070A7">
        <w:rPr>
          <w:rFonts w:ascii="Corbel" w:hAnsi="Corbel"/>
          <w:sz w:val="20"/>
          <w:szCs w:val="20"/>
        </w:rPr>
        <w:t>2</w:t>
      </w:r>
      <w:r w:rsidR="007121DA">
        <w:rPr>
          <w:rFonts w:ascii="Corbel" w:hAnsi="Corbel"/>
          <w:sz w:val="20"/>
          <w:szCs w:val="20"/>
        </w:rPr>
        <w:t>-202</w:t>
      </w:r>
      <w:r w:rsidR="00F070A7">
        <w:rPr>
          <w:rFonts w:ascii="Corbel" w:hAnsi="Corbel"/>
          <w:sz w:val="20"/>
          <w:szCs w:val="20"/>
        </w:rPr>
        <w:t>3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E/I/EiZSP/C-1.2b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83826FE" w:rsidR="0085747A" w:rsidRPr="00BE1DAF" w:rsidRDefault="00BE1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DA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3CB0A894" w:rsidR="004D1026" w:rsidRPr="009C54AE" w:rsidRDefault="00BE1DA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603"/>
        <w:gridCol w:w="2301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, rozumie pojecie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Incoterms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celna-towarów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Teams</w:t>
      </w:r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2A7BD191" w:rsidR="0085747A" w:rsidRPr="009C54AE" w:rsidRDefault="00BE1DAF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7777777" w:rsidR="00C61DC5" w:rsidRPr="009C54AE" w:rsidRDefault="00F353AC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2DC80D8A" w:rsidR="00C61DC5" w:rsidRPr="009C54AE" w:rsidRDefault="00BE1DAF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9C54AE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536E9A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5E1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A74BB" w14:textId="77777777" w:rsidR="00EB1CE5" w:rsidRDefault="00EB1CE5" w:rsidP="00C16ABF">
      <w:pPr>
        <w:spacing w:after="0" w:line="240" w:lineRule="auto"/>
      </w:pPr>
      <w:r>
        <w:separator/>
      </w:r>
    </w:p>
  </w:endnote>
  <w:endnote w:type="continuationSeparator" w:id="0">
    <w:p w14:paraId="3337514C" w14:textId="77777777" w:rsidR="00EB1CE5" w:rsidRDefault="00EB1C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5C729" w14:textId="77777777" w:rsidR="00EB1CE5" w:rsidRDefault="00EB1CE5" w:rsidP="00C16ABF">
      <w:pPr>
        <w:spacing w:after="0" w:line="240" w:lineRule="auto"/>
      </w:pPr>
      <w:r>
        <w:separator/>
      </w:r>
    </w:p>
  </w:footnote>
  <w:footnote w:type="continuationSeparator" w:id="0">
    <w:p w14:paraId="2816FC30" w14:textId="77777777" w:rsidR="00EB1CE5" w:rsidRDefault="00EB1CE5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E1DAF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352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CE5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7280ECF2-AB64-4370-BD89-8458B04F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D3B0B8-D066-4B26-9ADC-58EBB7C3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CC197-E561-48F4-B476-8923BC35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840</Words>
  <Characters>5043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2020-11-17T18:39:00Z</dcterms:created>
  <dcterms:modified xsi:type="dcterms:W3CDTF">2020-12-11T19:56:00Z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